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136CB3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Raynor</w:t>
            </w:r>
            <w:proofErr w:type="spellEnd"/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3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C236E2">
              <w:rPr>
                <w:rFonts w:ascii="Times New Roman" w:hAnsi="Times New Roman" w:cs="Times New Roman"/>
                <w:sz w:val="24"/>
                <w:szCs w:val="24"/>
              </w:rPr>
              <w:t>Day 4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Planning a Family Reunion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Concurrent to Task 2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How does place value </w:t>
            </w:r>
            <w:r w:rsidR="005637D9">
              <w:rPr>
                <w:rFonts w:ascii="Times New Roman" w:hAnsi="Times New Roman" w:cs="Times New Roman"/>
                <w:b/>
                <w:sz w:val="24"/>
                <w:szCs w:val="24"/>
              </w:rPr>
              <w:t>understanding help me round to benchmark numbers</w:t>
            </w:r>
            <w:bookmarkStart w:id="0" w:name="_GoBack"/>
            <w:bookmarkEnd w:id="0"/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9A1589">
        <w:trPr>
          <w:trHeight w:val="1115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A1589" w:rsidRDefault="009A1589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5273AD" w:rsidRDefault="00C236E2" w:rsidP="005273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Hundreds Chart</w:t>
            </w:r>
          </w:p>
          <w:p w:rsidR="00C236E2" w:rsidRDefault="00C236E2" w:rsidP="005273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Thousands Chart</w:t>
            </w:r>
          </w:p>
        </w:tc>
        <w:tc>
          <w:tcPr>
            <w:tcW w:w="5496" w:type="dxa"/>
            <w:gridSpan w:val="2"/>
          </w:tcPr>
          <w:p w:rsidR="005273AD" w:rsidRDefault="00C236E2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Round</w:t>
            </w:r>
          </w:p>
          <w:p w:rsidR="00C236E2" w:rsidRDefault="00C236E2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Estimate</w:t>
            </w:r>
          </w:p>
          <w:p w:rsidR="00C236E2" w:rsidRDefault="00C236E2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Benchmark Number</w:t>
            </w: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E7680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x 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79B621F" wp14:editId="0F100F97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136CB3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7632BC8A" wp14:editId="1377EC2D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136CB3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gramEnd"/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7AAC3F81" wp14:editId="3D0D2ACE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D2FECE3" wp14:editId="729FA850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7208FBD2" wp14:editId="5DB1A3BE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2E3A4FE" wp14:editId="723D4623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3B8B0D1" wp14:editId="4F641552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D92CAFF" wp14:editId="13827B2C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13D7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3.NB.1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C236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I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can use place value to help me round</w:t>
            </w:r>
            <w:r w:rsidR="00D531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benchmark numbers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C23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>You have $179 and you need to figure out if it is closer to 100 or 200.  How do you know?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C236E2" w:rsidRDefault="00D85633" w:rsidP="00C236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>/Guided</w:t>
            </w:r>
            <w:r w:rsidR="00CE76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Practice: </w:t>
            </w:r>
          </w:p>
          <w:p w:rsidR="00C236E2" w:rsidRDefault="00C236E2" w:rsidP="00C236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Task 2</w:t>
            </w:r>
          </w:p>
          <w:p w:rsidR="00D85633" w:rsidRPr="00C236E2" w:rsidRDefault="00C236E2" w:rsidP="00C236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 </w:t>
            </w:r>
            <w:r w:rsidR="00D53118" w:rsidRPr="00BD690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 w:rsidR="00D531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leads discussion of hook question.  </w:t>
            </w:r>
            <w:r w:rsidR="00D53118" w:rsidRPr="00BD690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 w:rsidR="00D531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introduces 1000s chart and asks “How could you use this to help you round to the nearest 100?  </w:t>
            </w:r>
            <w:r w:rsidR="00BD6900" w:rsidRPr="00BD690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Students</w:t>
            </w:r>
            <w:r w:rsidR="00BD69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respond and </w:t>
            </w:r>
            <w:r w:rsidR="00D53118" w:rsidRPr="00BD690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 w:rsidR="00D531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records answers on board.  </w:t>
            </w:r>
            <w:r w:rsidR="00D53118" w:rsidRPr="00BD690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 w:rsidR="00D531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explicitly teaches rounding using 1000s chart, including that it’s 50 or more, you have to round up.  </w:t>
            </w:r>
            <w:r w:rsidR="00D53118" w:rsidRPr="00BD690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 w:rsidR="00D531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teaches alternate ways to round (rounding rainbow and number line) and reminds that your answer will always be a hundred. 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D531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D53118">
              <w:rPr>
                <w:rFonts w:ascii="Times New Roman" w:hAnsi="Times New Roman" w:cs="Times New Roman"/>
                <w:b/>
                <w:sz w:val="24"/>
                <w:szCs w:val="24"/>
              </w:rPr>
              <w:t>Rounding Game (</w:t>
            </w:r>
            <w:proofErr w:type="spellStart"/>
            <w:r w:rsidR="00D53118">
              <w:rPr>
                <w:rFonts w:ascii="Times New Roman" w:hAnsi="Times New Roman" w:cs="Times New Roman"/>
                <w:b/>
                <w:sz w:val="24"/>
                <w:szCs w:val="24"/>
              </w:rPr>
              <w:t>pinterest</w:t>
            </w:r>
            <w:proofErr w:type="spellEnd"/>
            <w:r w:rsidR="00D5311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136C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BD69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D531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CE76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D53118">
              <w:rPr>
                <w:rFonts w:ascii="Times New Roman" w:hAnsi="Times New Roman" w:cs="Times New Roman"/>
                <w:b/>
                <w:sz w:val="24"/>
                <w:szCs w:val="24"/>
              </w:rPr>
              <w:t>Journal:  how would you figure out what to round 623 to?  Use numbers, words, or pictures.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Pr="00CE7680" w:rsidRDefault="00D53118" w:rsidP="00136C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Round to 1000</w:t>
            </w:r>
          </w:p>
        </w:tc>
        <w:tc>
          <w:tcPr>
            <w:tcW w:w="3672" w:type="dxa"/>
            <w:gridSpan w:val="3"/>
          </w:tcPr>
          <w:p w:rsidR="005C4CBE" w:rsidRPr="00CE7680" w:rsidRDefault="00D5311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Circle and Draw Arrow</w:t>
            </w:r>
          </w:p>
        </w:tc>
        <w:tc>
          <w:tcPr>
            <w:tcW w:w="3672" w:type="dxa"/>
          </w:tcPr>
          <w:p w:rsidR="00136CB3" w:rsidRPr="00CE7680" w:rsidRDefault="00D5311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Partner to discuss, answer orally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Pr="00CE7680" w:rsidRDefault="00136CB3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Worksheet</w:t>
            </w: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6E2" w:rsidRDefault="00C236E2" w:rsidP="00D7779B">
      <w:pPr>
        <w:spacing w:after="0" w:line="240" w:lineRule="auto"/>
      </w:pPr>
      <w:r>
        <w:separator/>
      </w:r>
    </w:p>
  </w:endnote>
  <w:endnote w:type="continuationSeparator" w:id="0">
    <w:p w:rsidR="00C236E2" w:rsidRDefault="00C236E2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6E2" w:rsidRDefault="00C236E2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6E2" w:rsidRDefault="00C236E2" w:rsidP="00D7779B">
      <w:pPr>
        <w:spacing w:after="0" w:line="240" w:lineRule="auto"/>
      </w:pPr>
      <w:r>
        <w:separator/>
      </w:r>
    </w:p>
  </w:footnote>
  <w:footnote w:type="continuationSeparator" w:id="0">
    <w:p w:rsidR="00C236E2" w:rsidRDefault="00C236E2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685F4E"/>
    <w:multiLevelType w:val="hybridMultilevel"/>
    <w:tmpl w:val="DC1CA1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136CB3"/>
    <w:rsid w:val="00224A5F"/>
    <w:rsid w:val="00274ACD"/>
    <w:rsid w:val="0028190D"/>
    <w:rsid w:val="003D7D31"/>
    <w:rsid w:val="004B658C"/>
    <w:rsid w:val="0051657B"/>
    <w:rsid w:val="005273AD"/>
    <w:rsid w:val="005637D9"/>
    <w:rsid w:val="00570FB8"/>
    <w:rsid w:val="005C4CBE"/>
    <w:rsid w:val="00643719"/>
    <w:rsid w:val="006A0ACD"/>
    <w:rsid w:val="007B401D"/>
    <w:rsid w:val="008C13D7"/>
    <w:rsid w:val="009A1589"/>
    <w:rsid w:val="009B085C"/>
    <w:rsid w:val="00A35523"/>
    <w:rsid w:val="00A67FA5"/>
    <w:rsid w:val="00B51CA8"/>
    <w:rsid w:val="00BD6900"/>
    <w:rsid w:val="00C236E2"/>
    <w:rsid w:val="00C92D93"/>
    <w:rsid w:val="00CB2DBC"/>
    <w:rsid w:val="00CB595F"/>
    <w:rsid w:val="00CD5617"/>
    <w:rsid w:val="00CE7680"/>
    <w:rsid w:val="00D53118"/>
    <w:rsid w:val="00D7779B"/>
    <w:rsid w:val="00D85633"/>
    <w:rsid w:val="00E52126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www.w3.org/XML/1998/namespace"/>
    <ds:schemaRef ds:uri="http://schemas.microsoft.com/office/2006/metadata/properties"/>
    <ds:schemaRef ds:uri="http://purl.org/dc/terms/"/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044B11-C326-4890-8735-12D0E9B56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7C382B08.dotm</Template>
  <TotalTime>2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Teacher</cp:lastModifiedBy>
  <cp:revision>4</cp:revision>
  <dcterms:created xsi:type="dcterms:W3CDTF">2012-07-17T18:16:00Z</dcterms:created>
  <dcterms:modified xsi:type="dcterms:W3CDTF">2012-07-18T13:50:00Z</dcterms:modified>
</cp:coreProperties>
</file>